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0139B9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proofErr w:type="gramStart"/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proofErr w:type="gramEnd"/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AC57A6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25D0C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F25D0C" w:rsidRPr="00BD44EA">
        <w:rPr>
          <w:b/>
        </w:rPr>
        <w:t>Dodávka olejů, tuků a čistidel pro obvod OŘ Brno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76DD35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5D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D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2E1F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90CC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6C6918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5D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D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07407950" w:rsidR="00F1715C" w:rsidRDefault="00B151DE" w:rsidP="00BF598F">
          <w:pPr>
            <w:pStyle w:val="Zpat"/>
            <w:spacing w:before="0"/>
            <w:jc w:val="left"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8B8A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0A0A8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95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25D0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03360F-B49A-40FA-8D75-05BBB28D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3</cp:revision>
  <cp:lastPrinted>2017-11-28T17:18:00Z</cp:lastPrinted>
  <dcterms:created xsi:type="dcterms:W3CDTF">2024-03-07T07:15:00Z</dcterms:created>
  <dcterms:modified xsi:type="dcterms:W3CDTF">2024-03-07T08:43:00Z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